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02F" w:rsidRDefault="00F953C4" w:rsidP="00131332">
      <w:pPr>
        <w:jc w:val="right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Absender</w:t>
      </w:r>
      <w:r w:rsidR="00131332">
        <w:rPr>
          <w:rFonts w:ascii="Arial" w:hAnsi="Arial" w:cs="Arial"/>
        </w:rPr>
        <w:t>…………………………..</w:t>
      </w:r>
    </w:p>
    <w:p w:rsidR="00131332" w:rsidRDefault="00131332" w:rsidP="0013133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…………………………..</w:t>
      </w:r>
    </w:p>
    <w:p w:rsidR="00131332" w:rsidRDefault="00131332" w:rsidP="0013133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…………………………..</w:t>
      </w:r>
    </w:p>
    <w:p w:rsidR="00F953C4" w:rsidRDefault="00F953C4" w:rsidP="00131332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Datum ………..…..</w:t>
      </w:r>
    </w:p>
    <w:p w:rsidR="00131332" w:rsidRDefault="00131332" w:rsidP="00131332">
      <w:pPr>
        <w:rPr>
          <w:rFonts w:ascii="Arial" w:hAnsi="Arial" w:cs="Arial"/>
        </w:rPr>
      </w:pPr>
      <w:r>
        <w:rPr>
          <w:rFonts w:ascii="Arial" w:hAnsi="Arial" w:cs="Arial"/>
        </w:rPr>
        <w:t>An</w:t>
      </w:r>
    </w:p>
    <w:p w:rsidR="00131332" w:rsidRDefault="00131332" w:rsidP="00131332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…………………………..</w:t>
      </w:r>
    </w:p>
    <w:p w:rsidR="00131332" w:rsidRDefault="00131332" w:rsidP="00131332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…………………………..</w:t>
      </w:r>
    </w:p>
    <w:p w:rsidR="00131332" w:rsidRDefault="00131332" w:rsidP="00131332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…………………………..</w:t>
      </w:r>
    </w:p>
    <w:p w:rsidR="00131332" w:rsidRDefault="00131332" w:rsidP="00131332">
      <w:pPr>
        <w:rPr>
          <w:rFonts w:ascii="Arial" w:hAnsi="Arial" w:cs="Arial"/>
        </w:rPr>
      </w:pPr>
    </w:p>
    <w:p w:rsidR="00131332" w:rsidRDefault="00131332" w:rsidP="00131332">
      <w:pPr>
        <w:rPr>
          <w:rFonts w:ascii="Arial" w:hAnsi="Arial" w:cs="Arial"/>
        </w:rPr>
      </w:pPr>
    </w:p>
    <w:p w:rsidR="006B3A6B" w:rsidRDefault="006B3A6B" w:rsidP="00131332">
      <w:pPr>
        <w:rPr>
          <w:rFonts w:ascii="Arial" w:hAnsi="Arial" w:cs="Arial"/>
        </w:rPr>
      </w:pPr>
    </w:p>
    <w:p w:rsidR="00131332" w:rsidRPr="00824F13" w:rsidRDefault="00131332" w:rsidP="00131332">
      <w:pPr>
        <w:rPr>
          <w:rFonts w:ascii="Arial" w:hAnsi="Arial" w:cs="Arial"/>
          <w:b/>
          <w:color w:val="4F81BD" w:themeColor="accent1"/>
          <w:sz w:val="24"/>
          <w:szCs w:val="24"/>
        </w:rPr>
      </w:pPr>
      <w:r w:rsidRPr="00824F13">
        <w:rPr>
          <w:rFonts w:ascii="Arial" w:hAnsi="Arial" w:cs="Arial"/>
          <w:b/>
          <w:color w:val="4F81BD" w:themeColor="accent1"/>
          <w:sz w:val="24"/>
          <w:szCs w:val="24"/>
        </w:rPr>
        <w:t>Antrag auf Auskunft gemäß Art</w:t>
      </w:r>
      <w:r w:rsidR="006A0011">
        <w:rPr>
          <w:rFonts w:ascii="Arial" w:hAnsi="Arial" w:cs="Arial"/>
          <w:b/>
          <w:color w:val="4F81BD" w:themeColor="accent1"/>
          <w:sz w:val="24"/>
          <w:szCs w:val="24"/>
        </w:rPr>
        <w:t>.</w:t>
      </w:r>
      <w:r w:rsidRPr="00824F13">
        <w:rPr>
          <w:rFonts w:ascii="Arial" w:hAnsi="Arial" w:cs="Arial"/>
          <w:b/>
          <w:color w:val="4F81BD" w:themeColor="accent1"/>
          <w:sz w:val="24"/>
          <w:szCs w:val="24"/>
        </w:rPr>
        <w:t>15 DS-GVO</w:t>
      </w:r>
      <w:r w:rsidR="00824F13" w:rsidRPr="00824F13">
        <w:rPr>
          <w:rFonts w:ascii="Arial" w:hAnsi="Arial" w:cs="Arial"/>
          <w:b/>
          <w:color w:val="4F81BD" w:themeColor="accent1"/>
          <w:sz w:val="24"/>
          <w:szCs w:val="24"/>
        </w:rPr>
        <w:t>, ob Daten verarbeitet werden</w:t>
      </w:r>
    </w:p>
    <w:p w:rsidR="00131332" w:rsidRDefault="00131332" w:rsidP="00131332">
      <w:pPr>
        <w:rPr>
          <w:rFonts w:ascii="Arial" w:hAnsi="Arial" w:cs="Arial"/>
        </w:rPr>
      </w:pPr>
    </w:p>
    <w:p w:rsidR="006B3A6B" w:rsidRDefault="006B3A6B" w:rsidP="00131332">
      <w:pPr>
        <w:rPr>
          <w:rFonts w:ascii="Arial" w:hAnsi="Arial" w:cs="Arial"/>
        </w:rPr>
      </w:pPr>
    </w:p>
    <w:p w:rsidR="00131332" w:rsidRDefault="00131332" w:rsidP="006B3A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Sehr geehrte Damen und Herren,</w:t>
      </w:r>
    </w:p>
    <w:p w:rsidR="00131332" w:rsidRDefault="00131332" w:rsidP="006B3A6B">
      <w:pPr>
        <w:jc w:val="both"/>
        <w:rPr>
          <w:rFonts w:ascii="Arial" w:hAnsi="Arial" w:cs="Arial"/>
        </w:rPr>
      </w:pPr>
    </w:p>
    <w:p w:rsidR="00131332" w:rsidRDefault="00131332" w:rsidP="006B3A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ich bitte Sie, mir </w:t>
      </w:r>
    </w:p>
    <w:p w:rsidR="00131332" w:rsidRDefault="00131332" w:rsidP="006B3A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 (Name)</w:t>
      </w:r>
    </w:p>
    <w:p w:rsidR="00131332" w:rsidRDefault="00131332" w:rsidP="006B3A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 (Straße)</w:t>
      </w:r>
    </w:p>
    <w:p w:rsidR="00131332" w:rsidRDefault="00131332" w:rsidP="006B3A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 (P</w:t>
      </w:r>
      <w:r w:rsidR="00DE6A85">
        <w:rPr>
          <w:rFonts w:ascii="Arial" w:hAnsi="Arial" w:cs="Arial"/>
        </w:rPr>
        <w:t>L</w:t>
      </w:r>
      <w:r>
        <w:rPr>
          <w:rFonts w:ascii="Arial" w:hAnsi="Arial" w:cs="Arial"/>
        </w:rPr>
        <w:t>Z und Ort)</w:t>
      </w:r>
    </w:p>
    <w:p w:rsidR="00131332" w:rsidRDefault="00131332" w:rsidP="006B3A6B">
      <w:pPr>
        <w:jc w:val="both"/>
        <w:rPr>
          <w:rFonts w:ascii="Arial" w:hAnsi="Arial" w:cs="Arial"/>
        </w:rPr>
      </w:pPr>
    </w:p>
    <w:p w:rsidR="00131332" w:rsidRDefault="00131332" w:rsidP="006B3A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zunächst darüber Auskunft zu erteilen, </w:t>
      </w:r>
      <w:r w:rsidRPr="006B3A6B">
        <w:rPr>
          <w:rFonts w:ascii="Arial" w:hAnsi="Arial" w:cs="Arial"/>
          <w:b/>
        </w:rPr>
        <w:t xml:space="preserve">ob </w:t>
      </w:r>
      <w:r w:rsidR="006B3A6B">
        <w:rPr>
          <w:rFonts w:ascii="Arial" w:hAnsi="Arial" w:cs="Arial"/>
        </w:rPr>
        <w:t>S</w:t>
      </w:r>
      <w:r>
        <w:rPr>
          <w:rFonts w:ascii="Arial" w:hAnsi="Arial" w:cs="Arial"/>
        </w:rPr>
        <w:t>ie personenbezogene Daten von mir verarbeiten</w:t>
      </w:r>
      <w:r w:rsidR="006B3A6B">
        <w:rPr>
          <w:rFonts w:ascii="Arial" w:hAnsi="Arial" w:cs="Arial"/>
        </w:rPr>
        <w:t>, d.h. insbesondere gespeichert haben</w:t>
      </w:r>
      <w:r>
        <w:rPr>
          <w:rFonts w:ascii="Arial" w:hAnsi="Arial" w:cs="Arial"/>
        </w:rPr>
        <w:t>.</w:t>
      </w:r>
    </w:p>
    <w:p w:rsidR="006B3A6B" w:rsidRDefault="006B3A6B" w:rsidP="006B3A6B">
      <w:pPr>
        <w:jc w:val="both"/>
        <w:rPr>
          <w:rFonts w:ascii="Arial" w:hAnsi="Arial" w:cs="Arial"/>
        </w:rPr>
      </w:pPr>
    </w:p>
    <w:p w:rsidR="00131332" w:rsidRDefault="006B3A6B" w:rsidP="006B3A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Zur Bestätigung meiner Identität </w:t>
      </w:r>
    </w:p>
    <w:p w:rsidR="00131332" w:rsidRPr="006A0011" w:rsidRDefault="006A0011" w:rsidP="006A0011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Wingdings" w:char="F071"/>
      </w:r>
      <w:r>
        <w:rPr>
          <w:rFonts w:ascii="Arial" w:hAnsi="Arial" w:cs="Arial"/>
        </w:rPr>
        <w:t xml:space="preserve"> </w:t>
      </w:r>
      <w:r w:rsidR="007546A7" w:rsidRPr="006A0011">
        <w:rPr>
          <w:rFonts w:ascii="Arial" w:hAnsi="Arial" w:cs="Arial"/>
        </w:rPr>
        <w:t>teile ich Ihnen ergänzend noch folgende Informationen zu meiner Person mit:</w:t>
      </w:r>
    </w:p>
    <w:p w:rsidR="007546A7" w:rsidRDefault="007546A7" w:rsidP="006B3A6B">
      <w:pPr>
        <w:pStyle w:val="Listenabsatz"/>
        <w:jc w:val="both"/>
        <w:rPr>
          <w:rFonts w:ascii="Arial" w:hAnsi="Arial" w:cs="Arial"/>
        </w:rPr>
      </w:pPr>
    </w:p>
    <w:p w:rsidR="007546A7" w:rsidRDefault="007546A7" w:rsidP="006B3A6B">
      <w:pPr>
        <w:pStyle w:val="Listenabsatz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…………………….. (Geburtsdatum)</w:t>
      </w:r>
    </w:p>
    <w:p w:rsidR="007546A7" w:rsidRDefault="007546A7" w:rsidP="006B3A6B">
      <w:pPr>
        <w:pStyle w:val="Listenabsatz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…………………….. (Vertragsnummer)</w:t>
      </w:r>
    </w:p>
    <w:p w:rsidR="007546A7" w:rsidRDefault="007546A7" w:rsidP="006B3A6B">
      <w:pPr>
        <w:pStyle w:val="Listenabsatz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…………………….. </w:t>
      </w:r>
      <w:r w:rsidR="00ED6EFB">
        <w:rPr>
          <w:rFonts w:ascii="Arial" w:hAnsi="Arial" w:cs="Arial"/>
        </w:rPr>
        <w:t>(………………….)</w:t>
      </w:r>
    </w:p>
    <w:p w:rsidR="007546A7" w:rsidRDefault="007546A7" w:rsidP="006B3A6B">
      <w:pPr>
        <w:pStyle w:val="Listenabsatz"/>
        <w:ind w:left="1440"/>
        <w:jc w:val="both"/>
        <w:rPr>
          <w:rFonts w:ascii="Arial" w:hAnsi="Arial" w:cs="Arial"/>
        </w:rPr>
      </w:pPr>
    </w:p>
    <w:p w:rsidR="007546A7" w:rsidRPr="006A0011" w:rsidRDefault="006A0011" w:rsidP="006A0011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sym w:font="Wingdings" w:char="F071"/>
      </w:r>
      <w:r>
        <w:rPr>
          <w:rFonts w:ascii="Arial" w:hAnsi="Arial" w:cs="Arial"/>
        </w:rPr>
        <w:t xml:space="preserve">  h</w:t>
      </w:r>
      <w:r w:rsidR="007546A7" w:rsidRPr="006A0011">
        <w:rPr>
          <w:rFonts w:ascii="Arial" w:hAnsi="Arial" w:cs="Arial"/>
        </w:rPr>
        <w:t>abe</w:t>
      </w:r>
      <w:r>
        <w:rPr>
          <w:rFonts w:ascii="Arial" w:hAnsi="Arial" w:cs="Arial"/>
        </w:rPr>
        <w:t xml:space="preserve"> </w:t>
      </w:r>
      <w:r w:rsidR="007546A7" w:rsidRPr="006A0011">
        <w:rPr>
          <w:rFonts w:ascii="Arial" w:hAnsi="Arial" w:cs="Arial"/>
        </w:rPr>
        <w:t>ich folgende Unterlagen beigefügt:</w:t>
      </w:r>
    </w:p>
    <w:p w:rsidR="007546A7" w:rsidRDefault="007546A7" w:rsidP="006B3A6B">
      <w:pPr>
        <w:pStyle w:val="Listenabsatz"/>
        <w:jc w:val="both"/>
        <w:rPr>
          <w:rFonts w:ascii="Arial" w:hAnsi="Arial" w:cs="Arial"/>
        </w:rPr>
      </w:pPr>
    </w:p>
    <w:p w:rsidR="007546A7" w:rsidRDefault="007546A7" w:rsidP="006B3A6B">
      <w:pPr>
        <w:pStyle w:val="Listenabsatz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……………………. (</w:t>
      </w:r>
      <w:r w:rsidR="00F47ABD">
        <w:rPr>
          <w:rFonts w:ascii="Arial" w:hAnsi="Arial" w:cs="Arial"/>
        </w:rPr>
        <w:t xml:space="preserve">z.B. </w:t>
      </w:r>
      <w:r>
        <w:rPr>
          <w:rFonts w:ascii="Arial" w:hAnsi="Arial" w:cs="Arial"/>
        </w:rPr>
        <w:t>Kopie Personalausweis)</w:t>
      </w:r>
    </w:p>
    <w:p w:rsidR="007546A7" w:rsidRDefault="006A0011" w:rsidP="006B3A6B">
      <w:pPr>
        <w:pStyle w:val="Listenabsatz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…………………..</w:t>
      </w:r>
    </w:p>
    <w:p w:rsidR="007546A7" w:rsidRDefault="006A0011" w:rsidP="006B3A6B">
      <w:pPr>
        <w:pStyle w:val="Listenabsatz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…………………..</w:t>
      </w:r>
      <w:r w:rsidR="007546A7">
        <w:rPr>
          <w:rFonts w:ascii="Arial" w:hAnsi="Arial" w:cs="Arial"/>
        </w:rPr>
        <w:t xml:space="preserve"> </w:t>
      </w:r>
    </w:p>
    <w:p w:rsidR="007546A7" w:rsidRDefault="006A0011" w:rsidP="006B3A6B">
      <w:pPr>
        <w:pStyle w:val="Listenabsatz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</w:t>
      </w:r>
      <w:r w:rsidR="007546A7">
        <w:rPr>
          <w:rFonts w:ascii="Arial" w:hAnsi="Arial" w:cs="Arial"/>
        </w:rPr>
        <w:t>.</w:t>
      </w:r>
    </w:p>
    <w:p w:rsidR="007546A7" w:rsidRDefault="006B3A6B" w:rsidP="006B3A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Ich bitte Sie, mir die Auskunft</w:t>
      </w:r>
    </w:p>
    <w:p w:rsidR="006B3A6B" w:rsidRPr="006A0011" w:rsidRDefault="006A0011" w:rsidP="006A0011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Wingdings" w:char="F071"/>
      </w:r>
      <w:r>
        <w:rPr>
          <w:rFonts w:ascii="Arial" w:hAnsi="Arial" w:cs="Arial"/>
        </w:rPr>
        <w:t xml:space="preserve"> </w:t>
      </w:r>
      <w:r w:rsidR="006B3A6B" w:rsidRPr="006A0011">
        <w:rPr>
          <w:rFonts w:ascii="Arial" w:hAnsi="Arial" w:cs="Arial"/>
        </w:rPr>
        <w:t xml:space="preserve">elektronisch an folgende Mailadresse: …………………………………..  </w:t>
      </w:r>
    </w:p>
    <w:p w:rsidR="006B3A6B" w:rsidRPr="006A0011" w:rsidRDefault="006A0011" w:rsidP="006A0011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Wingdings" w:char="F071"/>
      </w:r>
      <w:r>
        <w:rPr>
          <w:rFonts w:ascii="Arial" w:hAnsi="Arial" w:cs="Arial"/>
        </w:rPr>
        <w:t xml:space="preserve"> </w:t>
      </w:r>
      <w:r w:rsidR="006B3A6B" w:rsidRPr="006A0011">
        <w:rPr>
          <w:rFonts w:ascii="Arial" w:hAnsi="Arial" w:cs="Arial"/>
        </w:rPr>
        <w:t xml:space="preserve">per Post an die o.g. Adresse </w:t>
      </w:r>
    </w:p>
    <w:p w:rsidR="006B3A6B" w:rsidRDefault="006B3A6B" w:rsidP="006B3A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zu schicken.</w:t>
      </w:r>
    </w:p>
    <w:p w:rsidR="006B3A6B" w:rsidRDefault="0097247B" w:rsidP="006B3A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6B3A6B">
        <w:rPr>
          <w:rFonts w:ascii="Arial" w:hAnsi="Arial" w:cs="Arial"/>
        </w:rPr>
        <w:t>bschließend</w:t>
      </w:r>
      <w:r>
        <w:rPr>
          <w:rFonts w:ascii="Arial" w:hAnsi="Arial" w:cs="Arial"/>
        </w:rPr>
        <w:t xml:space="preserve"> bitte ich Sie </w:t>
      </w:r>
      <w:r w:rsidR="006B3A6B">
        <w:rPr>
          <w:rFonts w:ascii="Arial" w:hAnsi="Arial" w:cs="Arial"/>
        </w:rPr>
        <w:t>zu beachten, dass Sie gesetzlich dazu verpflichtet sind, mir die Auskunft kostenlos innerhalb eines Monats zu erteilen</w:t>
      </w:r>
      <w:r>
        <w:rPr>
          <w:rFonts w:ascii="Arial" w:hAnsi="Arial" w:cs="Arial"/>
        </w:rPr>
        <w:t xml:space="preserve"> (Art. 12 Abs.3 DS-GVO). </w:t>
      </w:r>
    </w:p>
    <w:p w:rsidR="006B3A6B" w:rsidRDefault="006B3A6B" w:rsidP="006B3A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Mit freundlichen Grüßen</w:t>
      </w:r>
    </w:p>
    <w:p w:rsidR="006B3A6B" w:rsidRDefault="006B3A6B" w:rsidP="006B3A6B">
      <w:pPr>
        <w:jc w:val="both"/>
        <w:rPr>
          <w:rFonts w:ascii="Arial" w:hAnsi="Arial" w:cs="Arial"/>
        </w:rPr>
      </w:pPr>
    </w:p>
    <w:p w:rsidR="006B3A6B" w:rsidRDefault="006B3A6B" w:rsidP="006B3A6B">
      <w:pPr>
        <w:jc w:val="both"/>
        <w:rPr>
          <w:rFonts w:ascii="Arial" w:hAnsi="Arial" w:cs="Arial"/>
        </w:rPr>
      </w:pPr>
    </w:p>
    <w:p w:rsidR="006B3A6B" w:rsidRDefault="006B3A6B" w:rsidP="006B3A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:rsidR="006B3A6B" w:rsidRDefault="006B3A6B" w:rsidP="006B3A6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(Unterschrift)</w:t>
      </w:r>
    </w:p>
    <w:sectPr w:rsidR="006B3A6B" w:rsidSect="00540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AFC" w:rsidRDefault="00D05AFC" w:rsidP="00006296">
      <w:pPr>
        <w:spacing w:after="0" w:line="240" w:lineRule="auto"/>
      </w:pPr>
      <w:r>
        <w:separator/>
      </w:r>
    </w:p>
  </w:endnote>
  <w:endnote w:type="continuationSeparator" w:id="0">
    <w:p w:rsidR="00D05AFC" w:rsidRDefault="00D05AFC" w:rsidP="00006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E1C" w:rsidRDefault="00DB7E1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296" w:rsidRDefault="00006296" w:rsidP="00DB7E1C">
    <w:pPr>
      <w:pStyle w:val="Fuzeil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90A63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E1C" w:rsidRDefault="00DB7E1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AFC" w:rsidRDefault="00D05AFC" w:rsidP="00006296">
      <w:pPr>
        <w:spacing w:after="0" w:line="240" w:lineRule="auto"/>
      </w:pPr>
      <w:r>
        <w:separator/>
      </w:r>
    </w:p>
  </w:footnote>
  <w:footnote w:type="continuationSeparator" w:id="0">
    <w:p w:rsidR="00D05AFC" w:rsidRDefault="00D05AFC" w:rsidP="000062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E1C" w:rsidRDefault="00DB7E1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E1C" w:rsidRDefault="00DB7E1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E1C" w:rsidRDefault="00DB7E1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91961"/>
    <w:multiLevelType w:val="hybridMultilevel"/>
    <w:tmpl w:val="A190AD68"/>
    <w:lvl w:ilvl="0" w:tplc="B4D4C95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C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ED735A"/>
    <w:multiLevelType w:val="hybridMultilevel"/>
    <w:tmpl w:val="5B08DCB2"/>
    <w:lvl w:ilvl="0" w:tplc="B4D4C95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C000"/>
      </w:rPr>
    </w:lvl>
    <w:lvl w:ilvl="1" w:tplc="B4D4C958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FFC000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8CCEBEC1-E265-4C19-9683-283E4811A504}"/>
    <w:docVar w:name="dgnword-eventsink" w:val="519192680"/>
  </w:docVars>
  <w:rsids>
    <w:rsidRoot w:val="00780469"/>
    <w:rsid w:val="00006296"/>
    <w:rsid w:val="000F0992"/>
    <w:rsid w:val="00131332"/>
    <w:rsid w:val="00464FF2"/>
    <w:rsid w:val="0054002F"/>
    <w:rsid w:val="00592403"/>
    <w:rsid w:val="00690A63"/>
    <w:rsid w:val="006A0011"/>
    <w:rsid w:val="006B3A6B"/>
    <w:rsid w:val="007546A7"/>
    <w:rsid w:val="00780469"/>
    <w:rsid w:val="00824F13"/>
    <w:rsid w:val="00950A72"/>
    <w:rsid w:val="00956B10"/>
    <w:rsid w:val="0097247B"/>
    <w:rsid w:val="00AD3A60"/>
    <w:rsid w:val="00B74488"/>
    <w:rsid w:val="00D0330E"/>
    <w:rsid w:val="00D05AFC"/>
    <w:rsid w:val="00DB7E1C"/>
    <w:rsid w:val="00DE6A85"/>
    <w:rsid w:val="00E1576A"/>
    <w:rsid w:val="00EC7CD0"/>
    <w:rsid w:val="00ED6EFB"/>
    <w:rsid w:val="00F47ABD"/>
    <w:rsid w:val="00F95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554C5A-D37C-45E2-8B5C-4A50BE6F3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4002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546A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06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06296"/>
  </w:style>
  <w:style w:type="paragraph" w:styleId="Fuzeile">
    <w:name w:val="footer"/>
    <w:basedOn w:val="Standard"/>
    <w:link w:val="FuzeileZchn"/>
    <w:uiPriority w:val="99"/>
    <w:unhideWhenUsed/>
    <w:rsid w:val="00006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062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4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4F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BF4AC9B7.dotm</Template>
  <TotalTime>0</TotalTime>
  <Pages>2</Pages>
  <Words>149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Stanik, Sabine (LDA)</cp:lastModifiedBy>
  <cp:lastPrinted>2019-04-10T10:24:00Z</cp:lastPrinted>
  <dcterms:created xsi:type="dcterms:W3CDTF">2019-05-25T11:04:00Z</dcterms:created>
  <dcterms:modified xsi:type="dcterms:W3CDTF">2019-05-31T12:21:00Z</dcterms:modified>
</cp:coreProperties>
</file>